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D1" w:rsidRPr="00643B06" w:rsidRDefault="00D176D1" w:rsidP="007529CF"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76D1" w:rsidRPr="00643B06" w:rsidRDefault="00D176D1" w:rsidP="007529CF"/>
    <w:p w:rsidR="00D176D1" w:rsidRDefault="00D176D1" w:rsidP="007529CF"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176D1" w:rsidRDefault="00D176D1" w:rsidP="007529CF"/>
    <w:p w:rsidR="00D176D1" w:rsidRDefault="00D176D1" w:rsidP="00752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7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&quot;Лицея день заветный&quot;"/>
          </v:shape>
        </w:pict>
      </w:r>
    </w:p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7529CF" w:rsidRDefault="00D176D1" w:rsidP="007529CF">
      <w:pPr>
        <w:rPr>
          <w:b/>
          <w:i/>
          <w:sz w:val="36"/>
          <w:szCs w:val="36"/>
          <w:u w:val="single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7529CF">
        <w:rPr>
          <w:b/>
          <w:i/>
          <w:sz w:val="36"/>
          <w:szCs w:val="36"/>
          <w:u w:val="single"/>
        </w:rPr>
        <w:t>Конспект</w:t>
      </w:r>
      <w:r>
        <w:rPr>
          <w:b/>
          <w:i/>
          <w:sz w:val="36"/>
          <w:szCs w:val="36"/>
          <w:u w:val="single"/>
        </w:rPr>
        <w:t xml:space="preserve"> внеклассного</w:t>
      </w:r>
      <w:r w:rsidRPr="007529CF">
        <w:rPr>
          <w:b/>
          <w:i/>
          <w:sz w:val="36"/>
          <w:szCs w:val="36"/>
          <w:u w:val="single"/>
        </w:rPr>
        <w:t xml:space="preserve"> мероприятия, посвященного Дню лицея.</w:t>
      </w:r>
    </w:p>
    <w:p w:rsidR="00D176D1" w:rsidRPr="007529CF" w:rsidRDefault="00D176D1" w:rsidP="007529CF">
      <w:pPr>
        <w:rPr>
          <w:b/>
          <w:i/>
          <w:sz w:val="36"/>
          <w:szCs w:val="36"/>
          <w:u w:val="single"/>
        </w:rPr>
      </w:pPr>
    </w:p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/>
    <w:p w:rsidR="00D176D1" w:rsidRPr="00643B06" w:rsidRDefault="00D176D1" w:rsidP="007529CF">
      <w:pPr>
        <w:jc w:val="right"/>
      </w:pPr>
    </w:p>
    <w:p w:rsidR="00D176D1" w:rsidRPr="00643B06" w:rsidRDefault="00D176D1" w:rsidP="007529CF"/>
    <w:p w:rsidR="00D176D1" w:rsidRDefault="00D176D1" w:rsidP="007529CF"/>
    <w:p w:rsidR="00D176D1" w:rsidRDefault="00D176D1" w:rsidP="007529CF">
      <w:pPr>
        <w:tabs>
          <w:tab w:val="left" w:pos="5234"/>
        </w:tabs>
        <w:jc w:val="center"/>
      </w:pPr>
      <w:r>
        <w:rPr>
          <w:sz w:val="28"/>
          <w:szCs w:val="28"/>
        </w:rPr>
        <w:t xml:space="preserve"> Подготовила  учитель русского языка и литературы                                              филиала МБОУ лицея с.Долгоруково в д .Екатериновка                                                                                         Жирякова Надежда Алексеевна.</w:t>
      </w:r>
    </w:p>
    <w:p w:rsidR="00D176D1" w:rsidRPr="003D39CF" w:rsidRDefault="00D176D1" w:rsidP="007529CF"/>
    <w:p w:rsidR="00D176D1" w:rsidRPr="003D39CF" w:rsidRDefault="00D176D1" w:rsidP="007529CF"/>
    <w:p w:rsidR="00D176D1" w:rsidRPr="003D39CF" w:rsidRDefault="00D176D1" w:rsidP="007529CF"/>
    <w:p w:rsidR="00D176D1" w:rsidRPr="003D39CF" w:rsidRDefault="00D176D1" w:rsidP="007529CF"/>
    <w:p w:rsidR="00D176D1" w:rsidRDefault="00D176D1" w:rsidP="007529CF"/>
    <w:p w:rsidR="00D176D1" w:rsidRPr="007529CF" w:rsidRDefault="00D176D1" w:rsidP="007529CF">
      <w:pPr>
        <w:tabs>
          <w:tab w:val="left" w:pos="3393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>2021</w:t>
      </w:r>
    </w:p>
    <w:p w:rsidR="00D176D1" w:rsidRPr="000112E0" w:rsidRDefault="00D176D1" w:rsidP="00443DFA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Pr="000112E0">
        <w:rPr>
          <w:sz w:val="28"/>
          <w:szCs w:val="28"/>
        </w:rPr>
        <w:t xml:space="preserve">МЕРОПРИЯТИЕ, ПОСВЯЩЁННОЕ  ДНЮ ЛИЦЕЯ                                                                                         </w:t>
      </w:r>
      <w:r w:rsidRPr="000112E0">
        <w:rPr>
          <w:b/>
          <w:i/>
          <w:sz w:val="28"/>
          <w:szCs w:val="28"/>
        </w:rPr>
        <w:t>«ЛИЦЕЯ ДЕНЬ ЗАВЕТНЫЙ».</w:t>
      </w:r>
    </w:p>
    <w:p w:rsidR="00D176D1" w:rsidRPr="000112E0" w:rsidRDefault="00D176D1" w:rsidP="00443DFA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Цели и задачи:</w:t>
      </w:r>
    </w:p>
    <w:p w:rsidR="00D176D1" w:rsidRPr="000112E0" w:rsidRDefault="00D176D1" w:rsidP="00277DA4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-</w:t>
      </w:r>
      <w:r w:rsidRPr="000112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0112E0">
        <w:rPr>
          <w:rFonts w:ascii="Times New Roman" w:hAnsi="Times New Roman" w:cs="Times New Roman"/>
          <w:sz w:val="28"/>
          <w:szCs w:val="28"/>
          <w:shd w:val="clear" w:color="auto" w:fill="FFFFFF"/>
        </w:rPr>
        <w:t> расширение и углубление знаний учащихся об А.С. Пушкине;</w:t>
      </w:r>
      <w:r w:rsidRPr="000112E0">
        <w:rPr>
          <w:rStyle w:val="c1"/>
          <w:rFonts w:ascii="Times New Roman" w:hAnsi="Times New Roman"/>
          <w:sz w:val="28"/>
          <w:szCs w:val="28"/>
        </w:rPr>
        <w:t xml:space="preserve">                       -ознакомление с историей Царскосельского лицея, с выпускниками первого набора в Лицей;</w:t>
      </w:r>
    </w:p>
    <w:p w:rsidR="00D176D1" w:rsidRPr="000112E0" w:rsidRDefault="00D176D1" w:rsidP="00277DA4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-развитие творческих способностей, логического мышления детей;</w:t>
      </w:r>
    </w:p>
    <w:p w:rsidR="00D176D1" w:rsidRPr="000112E0" w:rsidRDefault="00D176D1" w:rsidP="00277DA4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-повышение интеллектуального и культурного уровня, расширение кругозора учеников;</w:t>
      </w:r>
    </w:p>
    <w:p w:rsidR="00D176D1" w:rsidRPr="000112E0" w:rsidRDefault="00D176D1" w:rsidP="00277DA4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-повышение интереса к учебно-познавательной деятельности;</w:t>
      </w:r>
    </w:p>
    <w:p w:rsidR="00D176D1" w:rsidRPr="000112E0" w:rsidRDefault="00D176D1" w:rsidP="00277DA4">
      <w:pPr>
        <w:widowControl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-формирование умения работать в группе, в команде, сотрудничать;</w:t>
      </w:r>
    </w:p>
    <w:p w:rsidR="00D176D1" w:rsidRPr="000112E0" w:rsidRDefault="00D176D1" w:rsidP="00443DFA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sz w:val="28"/>
          <w:szCs w:val="28"/>
        </w:rPr>
        <w:t xml:space="preserve">-воспитание  патриотизма, чувства товарищества, взаимоуважения, толерантного отношения друг к другу.                                                                                                                                     </w:t>
      </w:r>
      <w:r w:rsidRPr="000112E0">
        <w:rPr>
          <w:rStyle w:val="c15"/>
          <w:b/>
          <w:bCs/>
          <w:sz w:val="28"/>
          <w:szCs w:val="28"/>
        </w:rPr>
        <w:t xml:space="preserve"> Формирование компетенций:</w:t>
      </w:r>
    </w:p>
    <w:p w:rsidR="00D176D1" w:rsidRPr="000112E0" w:rsidRDefault="00D176D1" w:rsidP="00443DFA">
      <w:pPr>
        <w:widowControl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Style w:val="c1"/>
          <w:rFonts w:ascii="Times New Roman" w:hAnsi="Times New Roman"/>
          <w:sz w:val="28"/>
          <w:szCs w:val="28"/>
        </w:rPr>
        <w:t>Информационной</w:t>
      </w:r>
    </w:p>
    <w:p w:rsidR="00D176D1" w:rsidRPr="000112E0" w:rsidRDefault="00D176D1" w:rsidP="00443DFA">
      <w:pPr>
        <w:widowControl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112E0">
        <w:rPr>
          <w:rStyle w:val="c1"/>
          <w:rFonts w:ascii="Times New Roman" w:hAnsi="Times New Roman"/>
          <w:sz w:val="28"/>
          <w:szCs w:val="28"/>
        </w:rPr>
        <w:t>Коммуникативной (социальной)</w:t>
      </w:r>
    </w:p>
    <w:p w:rsidR="00D176D1" w:rsidRPr="000112E0" w:rsidRDefault="00D176D1" w:rsidP="00DE424F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112E0">
        <w:rPr>
          <w:i/>
          <w:color w:val="000000"/>
          <w:sz w:val="28"/>
          <w:szCs w:val="28"/>
          <w:u w:val="single"/>
        </w:rPr>
        <w:t>Оборудование</w:t>
      </w:r>
      <w:r w:rsidRPr="000112E0">
        <w:rPr>
          <w:color w:val="000000"/>
          <w:sz w:val="28"/>
          <w:szCs w:val="28"/>
        </w:rPr>
        <w:t xml:space="preserve">: ноутбук, презентация, мультимедия проектор, экран, акустическая система.                                                                                                            </w:t>
      </w:r>
      <w:r w:rsidRPr="000112E0">
        <w:rPr>
          <w:i/>
          <w:color w:val="000000"/>
          <w:sz w:val="28"/>
          <w:szCs w:val="28"/>
          <w:u w:val="single"/>
        </w:rPr>
        <w:t>Реквизиты:</w:t>
      </w:r>
      <w:r w:rsidRPr="000112E0">
        <w:rPr>
          <w:color w:val="000000"/>
          <w:sz w:val="28"/>
          <w:szCs w:val="28"/>
        </w:rPr>
        <w:t xml:space="preserve"> веер и платье для императрицы., цилиндр, тарелка, ложка, стол. 7 свечей.</w:t>
      </w:r>
    </w:p>
    <w:p w:rsidR="00D176D1" w:rsidRPr="000112E0" w:rsidRDefault="00D176D1" w:rsidP="002775A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Ведущие:  учащиеся 5,6 классов- мальчик и девочка</w:t>
      </w:r>
      <w:r w:rsidRPr="000112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</w:t>
      </w:r>
      <w:r w:rsidRPr="000112E0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FFFFF"/>
        </w:rPr>
        <w:t>Ход мероприятия</w:t>
      </w:r>
      <w:r w:rsidRPr="000112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                                        Говорит учитель ( за кулисами). Презентация. Слайд 1.                                                                                                                                     </w:t>
      </w:r>
      <w:r w:rsidRPr="000112E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Некогда, еще до начала нашей эры, одна из окраин греческого города Афины носила название Ликей. Там находился храм Аполлона, окруженный прекрасным садом. А в саду при храме располагался знаменитый “гимнасий” - школа великого учителя и философа древности Аристотеля. Вот откуда берет свое название первый русский лицей</w:t>
      </w:r>
      <w:r w:rsidRPr="000112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                                                                     (Выходят ведущие).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</w:t>
      </w:r>
      <w:r w:rsidRPr="000112E0">
        <w:rPr>
          <w:rStyle w:val="26"/>
          <w:b w:val="0"/>
          <w:sz w:val="28"/>
          <w:szCs w:val="28"/>
          <w:lang w:eastAsia="en-US"/>
        </w:rPr>
        <w:t>Ведущий 1:</w:t>
      </w:r>
      <w:r w:rsidRPr="000112E0">
        <w:rPr>
          <w:rFonts w:ascii="Times New Roman" w:hAnsi="Times New Roman" w:cs="Times New Roman"/>
          <w:sz w:val="28"/>
          <w:szCs w:val="28"/>
        </w:rPr>
        <w:t xml:space="preserve"> 19 октября! В этот день, в 1811 году, в 11 часов утра, в Высочайшем - его Величества – присутствии, имело быть, - как говорили тогда, открытие Лицея в Царском Селе</w:t>
      </w:r>
      <w:r w:rsidRPr="000112E0">
        <w:rPr>
          <w:rFonts w:ascii="Times New Roman" w:hAnsi="Times New Roman" w:cs="Times New Roman"/>
          <w:i/>
          <w:sz w:val="28"/>
          <w:szCs w:val="28"/>
          <w:u w:val="single"/>
        </w:rPr>
        <w:t>.(слайд2)</w:t>
      </w:r>
      <w:r w:rsidRPr="000112E0">
        <w:rPr>
          <w:rStyle w:val="260"/>
          <w:i/>
          <w:sz w:val="28"/>
          <w:szCs w:val="28"/>
          <w:u w:val="single"/>
          <w:bdr w:val="none" w:sz="0" w:space="0" w:color="auto" w:frame="1"/>
        </w:rPr>
        <w:t xml:space="preserve">                                                                                                         Учитель:</w:t>
      </w:r>
      <w:r w:rsidRPr="000112E0">
        <w:rPr>
          <w:rFonts w:ascii="Times New Roman" w:hAnsi="Times New Roman" w:cs="Times New Roman"/>
          <w:i/>
          <w:sz w:val="28"/>
          <w:szCs w:val="28"/>
          <w:u w:val="single"/>
        </w:rPr>
        <w:t>Из воспоминаний Ивана Пущина.</w:t>
      </w:r>
      <w:r w:rsidRPr="000112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</w:t>
      </w:r>
      <w:r w:rsidRPr="000112E0">
        <w:rPr>
          <w:rFonts w:ascii="Times New Roman" w:hAnsi="Times New Roman" w:cs="Times New Roman"/>
          <w:sz w:val="28"/>
          <w:szCs w:val="28"/>
          <w:u w:val="single"/>
        </w:rPr>
        <w:t>Торжественная</w:t>
      </w:r>
      <w:r w:rsidRPr="000112E0">
        <w:rPr>
          <w:rFonts w:ascii="Times New Roman" w:hAnsi="Times New Roman" w:cs="Times New Roman"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i/>
          <w:sz w:val="28"/>
          <w:szCs w:val="28"/>
        </w:rPr>
        <w:t xml:space="preserve">музыка, потом тише, на ее фоне читает мальчик 6 кл).                                              </w:t>
      </w:r>
      <w:r w:rsidRPr="000112E0">
        <w:rPr>
          <w:rFonts w:ascii="Times New Roman" w:hAnsi="Times New Roman" w:cs="Times New Roman"/>
          <w:sz w:val="28"/>
          <w:szCs w:val="28"/>
        </w:rPr>
        <w:t>«Настало наконец 19-ое октября, день, назначенный для открытия Лицея… торжество началось молитвой. В придворной церкви служили обедню и молебен. После молебна духовенство со святой водой пошло в Лицей, где окропило нас и всё заведение.</w:t>
      </w:r>
    </w:p>
    <w:p w:rsidR="00D176D1" w:rsidRPr="000112E0" w:rsidRDefault="00D176D1" w:rsidP="0006210A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В Лицейском зале поставлен был большой стол, покрытый красным сукном с золотой бахромой. На столе лежала Высочайшая грамота, дарованная Лицею. По правую сторону стола стояли мы в три ряда; при нас – директор, инспектор и гувернёры; по левую – профессора и другие чиновники лицейского управления. Остальное пространство зала было уставлено рядами кресел для зрителей». </w:t>
      </w:r>
      <w:r w:rsidRPr="000112E0">
        <w:rPr>
          <w:i/>
          <w:color w:val="000000"/>
          <w:sz w:val="28"/>
          <w:szCs w:val="28"/>
        </w:rPr>
        <w:t xml:space="preserve">Музыка заканчивается .   </w:t>
      </w:r>
      <w:r w:rsidRPr="000112E0">
        <w:rPr>
          <w:bCs/>
          <w:i/>
          <w:iCs/>
          <w:color w:val="000000"/>
          <w:sz w:val="28"/>
          <w:szCs w:val="28"/>
        </w:rPr>
        <w:t>:</w:t>
      </w:r>
      <w:r w:rsidRPr="000112E0">
        <w:rPr>
          <w:color w:val="000000"/>
          <w:sz w:val="28"/>
          <w:szCs w:val="28"/>
        </w:rPr>
        <w:t xml:space="preserve">                                                                             </w:t>
      </w:r>
      <w:r w:rsidRPr="000112E0">
        <w:rPr>
          <w:b/>
          <w:i/>
          <w:color w:val="000000"/>
          <w:sz w:val="28"/>
          <w:szCs w:val="28"/>
        </w:rPr>
        <w:t>Ведущий 2</w:t>
      </w:r>
      <w:r w:rsidRPr="000112E0">
        <w:rPr>
          <w:color w:val="000000"/>
          <w:sz w:val="28"/>
          <w:szCs w:val="28"/>
        </w:rPr>
        <w:t xml:space="preserve"> : Лицей  несомненно связан с именем А. С. Пушкина,(с</w:t>
      </w:r>
      <w:r w:rsidRPr="000112E0">
        <w:rPr>
          <w:i/>
          <w:color w:val="000000"/>
          <w:sz w:val="28"/>
          <w:szCs w:val="28"/>
          <w:u w:val="single"/>
        </w:rPr>
        <w:t>лайд4</w:t>
      </w:r>
      <w:r w:rsidRPr="000112E0">
        <w:rPr>
          <w:color w:val="000000"/>
          <w:sz w:val="28"/>
          <w:szCs w:val="28"/>
        </w:rPr>
        <w:t xml:space="preserve">) самого поэтического из всех лицеистов Царского Села. Его творческий гений с юности воспитывался на высоких понятиях дружбы, чести, общей судьбы.                                                                                                                                   </w:t>
      </w:r>
      <w:r w:rsidRPr="000112E0">
        <w:rPr>
          <w:b/>
          <w:i/>
          <w:color w:val="000000"/>
          <w:sz w:val="28"/>
          <w:szCs w:val="28"/>
        </w:rPr>
        <w:t>Чтец 1</w:t>
      </w:r>
      <w:r w:rsidRPr="000112E0">
        <w:rPr>
          <w:color w:val="000000"/>
          <w:sz w:val="28"/>
          <w:szCs w:val="28"/>
        </w:rPr>
        <w:t>:                                                                                                                                      Вы помните: когда возник Лицей,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Как царь для нас открыл чертог Царицын –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И мы пришли, и встретил нас Куницын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Приветствием меж царственных гостей.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…Была пора: наш праздник молодой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Сиял, шумел и розами венчался,</w:t>
      </w:r>
    </w:p>
    <w:p w:rsidR="00D176D1" w:rsidRPr="000112E0" w:rsidRDefault="00D176D1" w:rsidP="00917712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И с песнями бокалов звон мешался,</w:t>
      </w:r>
    </w:p>
    <w:p w:rsidR="00D176D1" w:rsidRPr="000112E0" w:rsidRDefault="00D176D1" w:rsidP="00F37047">
      <w:pPr>
        <w:pStyle w:val="c9c13"/>
        <w:shd w:val="clear" w:color="auto" w:fill="FFFFFF"/>
        <w:spacing w:before="0" w:beforeAutospacing="0" w:after="0" w:afterAutospacing="0"/>
        <w:ind w:firstLine="708"/>
        <w:rPr>
          <w:i/>
          <w:color w:val="000000"/>
          <w:sz w:val="28"/>
          <w:szCs w:val="28"/>
          <w:u w:val="single"/>
        </w:rPr>
      </w:pPr>
      <w:r w:rsidRPr="000112E0">
        <w:rPr>
          <w:sz w:val="28"/>
          <w:szCs w:val="28"/>
        </w:rPr>
        <w:t xml:space="preserve">И тесною сидели мы толпой…                                                                                                </w:t>
      </w:r>
      <w:r w:rsidRPr="000112E0">
        <w:rPr>
          <w:b/>
          <w:sz w:val="28"/>
          <w:szCs w:val="28"/>
        </w:rPr>
        <w:t>Ведущий 1</w:t>
      </w:r>
      <w:r w:rsidRPr="000112E0">
        <w:rPr>
          <w:sz w:val="28"/>
          <w:szCs w:val="28"/>
        </w:rPr>
        <w:t>:В Лицее – единственном из учебных заведений России тех лет – не было телесных наказаний. Он был приравнен в правах к университетам.  Программа в основном гуманитарная: преподавались науки нравственные, политические и юридические, словесность, «изящные искусства». Но Лицей учил и физике, и математике, гимнастике, танцам – всему, что должно было сделать его воспитанников широко образованными и светскими людьми</w:t>
      </w:r>
      <w:r w:rsidRPr="000112E0">
        <w:rPr>
          <w:color w:val="000000"/>
          <w:sz w:val="28"/>
          <w:szCs w:val="28"/>
        </w:rPr>
        <w:t xml:space="preserve"> </w:t>
      </w:r>
      <w:r w:rsidRPr="000112E0">
        <w:rPr>
          <w:rStyle w:val="c1"/>
          <w:b/>
          <w:i/>
          <w:color w:val="000000"/>
          <w:sz w:val="28"/>
          <w:szCs w:val="28"/>
          <w:u w:val="single"/>
        </w:rPr>
        <w:t>СЦЕНКА1.</w:t>
      </w:r>
      <w:r w:rsidRPr="000112E0">
        <w:rPr>
          <w:rStyle w:val="c1"/>
          <w:i/>
          <w:color w:val="000000"/>
          <w:sz w:val="28"/>
          <w:szCs w:val="28"/>
          <w:u w:val="single"/>
        </w:rPr>
        <w:t>(слайд4)(мальчики играют роль лицеистов)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5c3"/>
          <w:b/>
          <w:bCs/>
          <w:color w:val="000000"/>
          <w:sz w:val="28"/>
          <w:szCs w:val="28"/>
        </w:rPr>
        <w:t>Горчаков : </w:t>
      </w:r>
      <w:r w:rsidRPr="000112E0">
        <w:rPr>
          <w:rStyle w:val="c1c3"/>
          <w:color w:val="000000"/>
          <w:sz w:val="28"/>
          <w:szCs w:val="28"/>
        </w:rPr>
        <w:t>Давайте, друзья-лицеисты, расскажем о наших справедливых и мудрых наставниках.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 Директор лицея Василий Фёдорович Малиновский - это замечательный  человек, образованный, умный, мечтающий о реформах в стране, существенных переменах, в которых примут участие лицеисты. Хотя у Василия Федоровича генеральский чин — действительный статский советник, он не стыдится своих предков — разночинцев! Он конфликтует с Аракчеевым, поощряет других педагогов углубленно заниматься наукой. ВИВАТ!!!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5c3"/>
          <w:b/>
          <w:bCs/>
          <w:color w:val="000000"/>
          <w:sz w:val="28"/>
          <w:szCs w:val="28"/>
        </w:rPr>
        <w:t>Кюхельбекер:</w:t>
      </w:r>
      <w:r w:rsidRPr="000112E0">
        <w:rPr>
          <w:rStyle w:val="c1c3"/>
          <w:color w:val="000000"/>
          <w:sz w:val="28"/>
          <w:szCs w:val="28"/>
        </w:rPr>
        <w:t> Александр-Петрович Куницын — адъюнкт,   профессор   нравственных наук.</w:t>
      </w:r>
    </w:p>
    <w:p w:rsidR="00D176D1" w:rsidRPr="000112E0" w:rsidRDefault="00D176D1" w:rsidP="00F37047">
      <w:pPr>
        <w:pStyle w:val="c9c25c16"/>
        <w:shd w:val="clear" w:color="auto" w:fill="FFFFFF"/>
        <w:spacing w:before="0" w:beforeAutospacing="0" w:after="0" w:afterAutospacing="0"/>
        <w:ind w:left="234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Куницыну   дань   сердца…</w:t>
      </w:r>
    </w:p>
    <w:p w:rsidR="00D176D1" w:rsidRPr="000112E0" w:rsidRDefault="00D176D1" w:rsidP="00F37047">
      <w:pPr>
        <w:pStyle w:val="c9c25c16"/>
        <w:shd w:val="clear" w:color="auto" w:fill="FFFFFF"/>
        <w:spacing w:before="0" w:beforeAutospacing="0" w:after="0" w:afterAutospacing="0"/>
        <w:ind w:left="234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Он создал нас, он воспитал</w:t>
      </w:r>
    </w:p>
    <w:p w:rsidR="00D176D1" w:rsidRPr="000112E0" w:rsidRDefault="00D176D1" w:rsidP="00F37047">
      <w:pPr>
        <w:pStyle w:val="c9c16c59"/>
        <w:shd w:val="clear" w:color="auto" w:fill="FFFFFF"/>
        <w:spacing w:before="0" w:beforeAutospacing="0" w:after="0" w:afterAutospacing="0"/>
        <w:ind w:left="3600" w:firstLine="18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наш пламень.</w:t>
      </w:r>
    </w:p>
    <w:p w:rsidR="00D176D1" w:rsidRPr="000112E0" w:rsidRDefault="00D176D1" w:rsidP="00F37047">
      <w:pPr>
        <w:pStyle w:val="c9c25c16"/>
        <w:shd w:val="clear" w:color="auto" w:fill="FFFFFF"/>
        <w:spacing w:before="0" w:beforeAutospacing="0" w:after="0" w:afterAutospacing="0"/>
        <w:ind w:left="234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Поставлен им краеугольный</w:t>
      </w:r>
    </w:p>
    <w:p w:rsidR="00D176D1" w:rsidRPr="000112E0" w:rsidRDefault="00D176D1" w:rsidP="00F37047">
      <w:pPr>
        <w:pStyle w:val="c9c16c52"/>
        <w:shd w:val="clear" w:color="auto" w:fill="FFFFFF"/>
        <w:spacing w:before="0" w:beforeAutospacing="0" w:after="0" w:afterAutospacing="0"/>
        <w:ind w:left="432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Камень,</w:t>
      </w:r>
    </w:p>
    <w:p w:rsidR="00D176D1" w:rsidRPr="000112E0" w:rsidRDefault="00D176D1" w:rsidP="00F37047">
      <w:pPr>
        <w:pStyle w:val="c9c25c16"/>
        <w:shd w:val="clear" w:color="auto" w:fill="FFFFFF"/>
        <w:spacing w:before="0" w:beforeAutospacing="0" w:after="0" w:afterAutospacing="0"/>
        <w:ind w:left="234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Им чистая лампада</w:t>
      </w:r>
    </w:p>
    <w:p w:rsidR="00D176D1" w:rsidRPr="000112E0" w:rsidRDefault="00D176D1" w:rsidP="00F37047">
      <w:pPr>
        <w:pStyle w:val="c9c16c72"/>
        <w:shd w:val="clear" w:color="auto" w:fill="FFFFFF"/>
        <w:spacing w:before="0" w:beforeAutospacing="0" w:after="0" w:afterAutospacing="0"/>
        <w:ind w:left="414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Возжена.</w:t>
      </w:r>
    </w:p>
    <w:p w:rsidR="00D176D1" w:rsidRPr="000112E0" w:rsidRDefault="00D176D1" w:rsidP="00F37047">
      <w:pPr>
        <w:pStyle w:val="c9c16c60"/>
        <w:shd w:val="clear" w:color="auto" w:fill="FFFFFF"/>
        <w:spacing w:before="0" w:beforeAutospacing="0" w:after="0" w:afterAutospacing="0"/>
        <w:ind w:left="2268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Виват!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5c3"/>
          <w:b/>
          <w:bCs/>
          <w:color w:val="000000"/>
          <w:sz w:val="28"/>
          <w:szCs w:val="28"/>
        </w:rPr>
        <w:t>Малиновский:</w:t>
      </w:r>
      <w:r w:rsidRPr="000112E0">
        <w:rPr>
          <w:rStyle w:val="c1c3"/>
          <w:color w:val="000000"/>
          <w:sz w:val="28"/>
          <w:szCs w:val="28"/>
        </w:rPr>
        <w:t> А я считаю лучшим преподавателем Де Будри!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c3"/>
          <w:color w:val="000000"/>
          <w:sz w:val="28"/>
          <w:szCs w:val="28"/>
        </w:rPr>
        <w:t>Человек, имеющий честь быть родным братом знаменитого вождя французской революции Жана Поля Марата, не может быть плохим  наставником. Виват!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5c3"/>
          <w:b/>
          <w:bCs/>
          <w:color w:val="000000"/>
          <w:sz w:val="28"/>
          <w:szCs w:val="28"/>
        </w:rPr>
        <w:t>Пущин:</w:t>
      </w:r>
      <w:r w:rsidRPr="000112E0">
        <w:rPr>
          <w:rStyle w:val="c1c3"/>
          <w:color w:val="000000"/>
          <w:sz w:val="28"/>
          <w:szCs w:val="28"/>
        </w:rPr>
        <w:t> Словесники Николай Федорович Кошанский и Александр Иванович Галич! Хотя в поэзии они предпочитают высокий штиль и ставят поэта Пушкина на шестнадцатое место, сразу после воспитанника Матюшкина...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c24c3"/>
          <w:i/>
          <w:iCs/>
          <w:sz w:val="28"/>
          <w:szCs w:val="28"/>
        </w:rPr>
        <w:t>(Все смеются)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c3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0112E0">
        <w:rPr>
          <w:rStyle w:val="c1c3"/>
          <w:color w:val="000000"/>
          <w:sz w:val="28"/>
          <w:szCs w:val="28"/>
        </w:rPr>
        <w:t>…но их уроки латинского и русского языков считаю недурными. Виват!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c1c3c24"/>
          <w:i/>
          <w:iCs/>
          <w:color w:val="000000"/>
          <w:sz w:val="28"/>
          <w:szCs w:val="28"/>
        </w:rPr>
        <w:t xml:space="preserve">(Лицеисты уходят)                                                                                                        </w:t>
      </w:r>
      <w:r w:rsidRPr="000112E0">
        <w:rPr>
          <w:b/>
          <w:bCs/>
          <w:i/>
          <w:iCs/>
          <w:sz w:val="28"/>
          <w:szCs w:val="28"/>
        </w:rPr>
        <w:t>Ведущий 2</w:t>
      </w:r>
      <w:r w:rsidRPr="000112E0">
        <w:rPr>
          <w:bCs/>
          <w:i/>
          <w:iCs/>
          <w:sz w:val="28"/>
          <w:szCs w:val="28"/>
        </w:rPr>
        <w:t xml:space="preserve"> : </w:t>
      </w:r>
      <w:r w:rsidRPr="000112E0">
        <w:rPr>
          <w:sz w:val="28"/>
          <w:szCs w:val="28"/>
        </w:rPr>
        <w:t xml:space="preserve">Обучение в Лицее было организовано таким образом, что воспитанникам не разрешалось бывать дома. И в течение долгих шести лет тридцать юношей составляли своеобразную семью. Здесь образовались связи на всю жизнь; здесь появились понятия «лицейская республика», «лицейское братство». Самой сплочённой была группа юношей: Пушкин, Пущин, Дельвиг и Кюхельбекер.                                                                                                      </w:t>
      </w:r>
      <w:r w:rsidRPr="000112E0">
        <w:rPr>
          <w:b/>
          <w:i/>
          <w:sz w:val="28"/>
          <w:szCs w:val="28"/>
          <w:u w:val="single"/>
        </w:rPr>
        <w:t>Сценка. 2.</w:t>
      </w:r>
      <w:r w:rsidRPr="000112E0">
        <w:rPr>
          <w:sz w:val="28"/>
          <w:szCs w:val="28"/>
        </w:rPr>
        <w:t xml:space="preserve"> (слайд 5)                                                                                                                                                       Мальчик( Вольховский):                                                                                                                                  -Дельвиг , а вы  помните первый лицейский анекдот и первое лицейское прозвище? </w:t>
      </w:r>
    </w:p>
    <w:p w:rsidR="00D176D1" w:rsidRPr="000112E0" w:rsidRDefault="00D176D1" w:rsidP="003920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 xml:space="preserve">Другой мальчик (Дельвиг) :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112E0">
        <w:rPr>
          <w:rFonts w:ascii="Times New Roman" w:hAnsi="Times New Roman" w:cs="Times New Roman"/>
          <w:sz w:val="28"/>
          <w:szCs w:val="28"/>
        </w:rPr>
        <w:t xml:space="preserve">  -Да, отличился Александр Корнилов и навсегда остался «Мосье». Императрица Мария Фёдоровна решила узнать, хорошо ли кормят.</w:t>
      </w:r>
    </w:p>
    <w:p w:rsidR="00D176D1" w:rsidRPr="000112E0" w:rsidRDefault="00D176D1" w:rsidP="00F3704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12E0">
        <w:rPr>
          <w:rFonts w:ascii="Times New Roman" w:hAnsi="Times New Roman" w:cs="Times New Roman"/>
          <w:i/>
          <w:sz w:val="28"/>
          <w:szCs w:val="28"/>
        </w:rPr>
        <w:t xml:space="preserve">( Ученица, играющая роль императрицы, одетая в платье </w:t>
      </w:r>
      <w:r w:rsidRPr="000112E0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 w:rsidRPr="000112E0">
        <w:rPr>
          <w:rFonts w:ascii="Times New Roman" w:hAnsi="Times New Roman" w:cs="Times New Roman"/>
          <w:i/>
          <w:sz w:val="28"/>
          <w:szCs w:val="28"/>
        </w:rPr>
        <w:t xml:space="preserve"> века, с веером в руке, подходит к лицеисту, сидящему за обеденным столом за тарелкой супа, и спрашивает: «Карош ли суп?» Александр Корнилов, испугавшись или смутившись, отвечает по- французски: «</w:t>
      </w:r>
      <w:r w:rsidRPr="000112E0">
        <w:rPr>
          <w:rFonts w:ascii="Times New Roman" w:hAnsi="Times New Roman" w:cs="Times New Roman"/>
          <w:i/>
          <w:sz w:val="28"/>
          <w:szCs w:val="28"/>
          <w:lang w:val="en-US"/>
        </w:rPr>
        <w:t>Oui</w:t>
      </w:r>
      <w:r w:rsidRPr="000112E0">
        <w:rPr>
          <w:rFonts w:ascii="Times New Roman" w:hAnsi="Times New Roman" w:cs="Times New Roman"/>
          <w:i/>
          <w:sz w:val="28"/>
          <w:szCs w:val="28"/>
        </w:rPr>
        <w:t>,</w:t>
      </w:r>
      <w:r w:rsidRPr="000112E0">
        <w:rPr>
          <w:rFonts w:ascii="Times New Roman" w:hAnsi="Times New Roman" w:cs="Times New Roman"/>
          <w:i/>
          <w:sz w:val="28"/>
          <w:szCs w:val="28"/>
          <w:lang w:val="en-US"/>
        </w:rPr>
        <w:t>monsieur</w:t>
      </w:r>
      <w:r w:rsidRPr="000112E0">
        <w:rPr>
          <w:rFonts w:ascii="Times New Roman" w:hAnsi="Times New Roman" w:cs="Times New Roman"/>
          <w:i/>
          <w:sz w:val="28"/>
          <w:szCs w:val="28"/>
        </w:rPr>
        <w:t>».)</w:t>
      </w:r>
    </w:p>
    <w:p w:rsidR="00D176D1" w:rsidRPr="000112E0" w:rsidRDefault="00D176D1" w:rsidP="00F370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 xml:space="preserve">Дельвиг: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112E0">
        <w:rPr>
          <w:rFonts w:ascii="Times New Roman" w:hAnsi="Times New Roman" w:cs="Times New Roman"/>
          <w:sz w:val="28"/>
          <w:szCs w:val="28"/>
        </w:rPr>
        <w:t xml:space="preserve">  -Так он и превратился из Корнилова в «Мосье»…</w:t>
      </w:r>
    </w:p>
    <w:p w:rsidR="00D176D1" w:rsidRPr="000112E0" w:rsidRDefault="00D176D1" w:rsidP="003920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 xml:space="preserve">Вольховский: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112E0">
        <w:rPr>
          <w:rFonts w:ascii="Times New Roman" w:hAnsi="Times New Roman" w:cs="Times New Roman"/>
          <w:sz w:val="28"/>
          <w:szCs w:val="28"/>
        </w:rPr>
        <w:t xml:space="preserve"> -Много прозвищ мы придумывали друг другу. Меня, Вольховского, называли Суворочка, потому что я был слабым и усиленно занимался гимнастикой.                                   Дельвиг: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0112E0">
        <w:rPr>
          <w:rFonts w:ascii="Times New Roman" w:hAnsi="Times New Roman" w:cs="Times New Roman"/>
          <w:sz w:val="28"/>
          <w:szCs w:val="28"/>
        </w:rPr>
        <w:t xml:space="preserve">   -А меня, Дельвига , звали Тося. А  Пушкина - Стрекоза, Сверчок, Искра, Смесь обезьяны с тигром.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 </w:t>
      </w:r>
    </w:p>
    <w:p w:rsidR="00D176D1" w:rsidRPr="000112E0" w:rsidRDefault="00D176D1" w:rsidP="00B43F43">
      <w:pPr>
        <w:pStyle w:val="261"/>
        <w:shd w:val="clear" w:color="auto" w:fill="auto"/>
        <w:spacing w:after="0" w:line="276" w:lineRule="auto"/>
        <w:ind w:left="1340" w:right="300"/>
        <w:rPr>
          <w:sz w:val="28"/>
          <w:szCs w:val="28"/>
        </w:rPr>
      </w:pPr>
      <w:r w:rsidRPr="000112E0">
        <w:rPr>
          <w:rStyle w:val="26"/>
          <w:i/>
          <w:sz w:val="28"/>
          <w:szCs w:val="28"/>
          <w:u w:val="single"/>
          <w:lang w:eastAsia="en-US"/>
        </w:rPr>
        <w:t>(Слайд 3</w:t>
      </w:r>
      <w:r w:rsidRPr="000112E0">
        <w:rPr>
          <w:rStyle w:val="26"/>
          <w:b w:val="0"/>
          <w:sz w:val="28"/>
          <w:szCs w:val="28"/>
          <w:lang w:eastAsia="en-US"/>
        </w:rPr>
        <w:t>)</w:t>
      </w:r>
      <w:r w:rsidRPr="000112E0">
        <w:rPr>
          <w:rStyle w:val="26"/>
          <w:sz w:val="28"/>
          <w:szCs w:val="28"/>
          <w:lang w:eastAsia="en-US"/>
        </w:rPr>
        <w:t>Ведущий 1</w:t>
      </w:r>
      <w:r w:rsidRPr="000112E0">
        <w:rPr>
          <w:rStyle w:val="26"/>
          <w:b w:val="0"/>
          <w:sz w:val="28"/>
          <w:szCs w:val="28"/>
          <w:lang w:eastAsia="en-US"/>
        </w:rPr>
        <w:t xml:space="preserve">: </w:t>
      </w:r>
      <w:r w:rsidRPr="000112E0">
        <w:rPr>
          <w:sz w:val="28"/>
          <w:szCs w:val="28"/>
        </w:rPr>
        <w:t>В лицее встретил А. С. Пушкин прославленных людей России. Здесь он был признан поэтом,  здесь познал первую влюбленность…</w:t>
      </w:r>
      <w:r>
        <w:rPr>
          <w:sz w:val="28"/>
          <w:szCs w:val="28"/>
        </w:rPr>
        <w:t xml:space="preserve">                                                                     </w:t>
      </w:r>
      <w:r w:rsidRPr="000112E0">
        <w:rPr>
          <w:sz w:val="28"/>
          <w:szCs w:val="28"/>
        </w:rPr>
        <w:t xml:space="preserve"> </w:t>
      </w:r>
      <w:r w:rsidRPr="000112E0">
        <w:rPr>
          <w:sz w:val="28"/>
          <w:szCs w:val="28"/>
          <w:u w:val="single"/>
        </w:rPr>
        <w:t>Музыка (полонез Огинского).(Появляется ученик в роли А. С. Пушкина, ).</w:t>
      </w:r>
      <w:r w:rsidRPr="000112E0">
        <w:rPr>
          <w:sz w:val="28"/>
          <w:szCs w:val="28"/>
        </w:rPr>
        <w:t xml:space="preserve"> Музыка заканчивается.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340" w:right="300"/>
        <w:rPr>
          <w:sz w:val="28"/>
          <w:szCs w:val="28"/>
        </w:rPr>
      </w:pPr>
      <w:r w:rsidRPr="000112E0">
        <w:rPr>
          <w:rStyle w:val="26"/>
          <w:sz w:val="28"/>
          <w:szCs w:val="28"/>
          <w:lang w:eastAsia="en-US"/>
        </w:rPr>
        <w:t>Ведущий 2</w:t>
      </w:r>
      <w:r w:rsidRPr="000112E0">
        <w:rPr>
          <w:rStyle w:val="26"/>
          <w:b w:val="0"/>
          <w:sz w:val="28"/>
          <w:szCs w:val="28"/>
          <w:lang w:eastAsia="en-US"/>
        </w:rPr>
        <w:t xml:space="preserve">: </w:t>
      </w:r>
      <w:r w:rsidRPr="000112E0">
        <w:rPr>
          <w:color w:val="000000"/>
          <w:sz w:val="28"/>
          <w:szCs w:val="28"/>
        </w:rPr>
        <w:t>Какая встреча, право слово, Александр Сергеевич, вы нас решили навестить.</w:t>
      </w:r>
      <w:r w:rsidRPr="000112E0">
        <w:rPr>
          <w:rStyle w:val="26"/>
          <w:b w:val="0"/>
          <w:sz w:val="28"/>
          <w:szCs w:val="28"/>
          <w:lang w:eastAsia="en-US"/>
        </w:rPr>
        <w:t xml:space="preserve">  </w:t>
      </w:r>
      <w:r w:rsidRPr="000112E0">
        <w:rPr>
          <w:color w:val="000000"/>
          <w:sz w:val="28"/>
          <w:szCs w:val="28"/>
        </w:rPr>
        <w:t>Мы рады видеть Вас во здравии.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340" w:right="4240" w:firstLine="0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      </w:t>
      </w:r>
      <w:r w:rsidRPr="000112E0">
        <w:rPr>
          <w:b/>
          <w:color w:val="000000"/>
          <w:sz w:val="28"/>
          <w:szCs w:val="28"/>
          <w:u w:val="single"/>
        </w:rPr>
        <w:t xml:space="preserve">А. С. </w:t>
      </w:r>
      <w:r w:rsidRPr="000112E0">
        <w:rPr>
          <w:rStyle w:val="26"/>
          <w:b w:val="0"/>
          <w:sz w:val="28"/>
          <w:szCs w:val="28"/>
          <w:u w:val="single"/>
          <w:lang w:eastAsia="en-US"/>
        </w:rPr>
        <w:t>Пушкин</w:t>
      </w:r>
      <w:r w:rsidRPr="000112E0">
        <w:rPr>
          <w:rStyle w:val="26"/>
          <w:b w:val="0"/>
          <w:sz w:val="28"/>
          <w:szCs w:val="28"/>
          <w:lang w:eastAsia="en-US"/>
        </w:rPr>
        <w:t>:                                                       -</w:t>
      </w:r>
      <w:r w:rsidRPr="000112E0">
        <w:rPr>
          <w:color w:val="000000"/>
          <w:sz w:val="28"/>
          <w:szCs w:val="28"/>
        </w:rPr>
        <w:t xml:space="preserve">Я рад. что приглашен на эту встречу, 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34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                            Я вас приветствую, друзья мои!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 xml:space="preserve">      Минувший век притягивает нас -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Сегодняшнего давнее начало!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Его огонь далекий не погас,</w:t>
      </w:r>
    </w:p>
    <w:p w:rsidR="00D176D1" w:rsidRPr="000112E0" w:rsidRDefault="00D176D1" w:rsidP="00DC0D5C">
      <w:pPr>
        <w:pStyle w:val="261"/>
        <w:shd w:val="clear" w:color="auto" w:fill="auto"/>
        <w:spacing w:after="286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Мелодия его не отзвучала.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Когда-то я писал друзьям своим: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«Друзья мои! Прекрасен наш союз!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Он как душа неразделим и вечен -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Неколебим, свободен и беспечен.</w:t>
      </w:r>
    </w:p>
    <w:p w:rsidR="00D176D1" w:rsidRPr="000112E0" w:rsidRDefault="00D176D1" w:rsidP="00DC0D5C">
      <w:pPr>
        <w:pStyle w:val="261"/>
        <w:shd w:val="clear" w:color="auto" w:fill="auto"/>
        <w:spacing w:after="24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Срастался он под сенью дружных муз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Куда бы нас ни бросила судьбина,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И счастье куда б не повело,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Все те же мы: нам целый мир - чужбина,</w:t>
      </w:r>
    </w:p>
    <w:p w:rsidR="00D176D1" w:rsidRPr="000112E0" w:rsidRDefault="00D176D1" w:rsidP="00DC0D5C">
      <w:pPr>
        <w:pStyle w:val="261"/>
        <w:shd w:val="clear" w:color="auto" w:fill="auto"/>
        <w:spacing w:after="237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Отечество нам - Царское Село»</w:t>
      </w:r>
    </w:p>
    <w:p w:rsidR="00D176D1" w:rsidRPr="000112E0" w:rsidRDefault="00D176D1" w:rsidP="00DC0D5C">
      <w:pPr>
        <w:pStyle w:val="261"/>
        <w:shd w:val="clear" w:color="auto" w:fill="auto"/>
        <w:spacing w:after="243" w:line="276" w:lineRule="auto"/>
        <w:ind w:right="72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Сегодня же, я обращаюсь к вам, друзья мои: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Здесь  каждый из вас для дел великих создан,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Идите вы вперед, и совестью чисты.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Я верю, вы найдете  все дорогу к звездам.</w:t>
      </w:r>
    </w:p>
    <w:p w:rsidR="00D176D1" w:rsidRPr="000112E0" w:rsidRDefault="00D176D1" w:rsidP="00DC0D5C">
      <w:pPr>
        <w:pStyle w:val="261"/>
        <w:shd w:val="clear" w:color="auto" w:fill="auto"/>
        <w:spacing w:after="0" w:line="276" w:lineRule="auto"/>
        <w:ind w:left="1800" w:firstLine="0"/>
        <w:rPr>
          <w:sz w:val="28"/>
          <w:szCs w:val="28"/>
        </w:rPr>
      </w:pPr>
      <w:r w:rsidRPr="000112E0">
        <w:rPr>
          <w:color w:val="000000"/>
          <w:sz w:val="28"/>
          <w:szCs w:val="28"/>
        </w:rPr>
        <w:t>И претворите в жизнь надежды и мечты.</w:t>
      </w:r>
    </w:p>
    <w:p w:rsidR="00D176D1" w:rsidRPr="000112E0" w:rsidRDefault="00D176D1" w:rsidP="00DC0D5C">
      <w:pPr>
        <w:rPr>
          <w:rFonts w:ascii="Times New Roman" w:hAnsi="Times New Roman" w:cs="Times New Roman"/>
          <w:sz w:val="28"/>
          <w:szCs w:val="28"/>
        </w:rPr>
      </w:pPr>
    </w:p>
    <w:p w:rsidR="00D176D1" w:rsidRPr="000112E0" w:rsidRDefault="00D176D1" w:rsidP="00DC0D5C">
      <w:pPr>
        <w:pStyle w:val="60"/>
        <w:shd w:val="clear" w:color="auto" w:fill="auto"/>
        <w:spacing w:after="0" w:line="276" w:lineRule="auto"/>
        <w:ind w:left="1340" w:hanging="1300"/>
        <w:rPr>
          <w:b w:val="0"/>
          <w:sz w:val="28"/>
          <w:szCs w:val="28"/>
        </w:rPr>
      </w:pPr>
      <w:r w:rsidRPr="000112E0">
        <w:rPr>
          <w:b w:val="0"/>
          <w:color w:val="000000"/>
          <w:sz w:val="28"/>
          <w:szCs w:val="28"/>
        </w:rPr>
        <w:t xml:space="preserve"> ( А. С. Пушкин кла</w:t>
      </w:r>
      <w:r>
        <w:rPr>
          <w:b w:val="0"/>
          <w:color w:val="000000"/>
          <w:sz w:val="28"/>
          <w:szCs w:val="28"/>
        </w:rPr>
        <w:t>няется</w:t>
      </w:r>
      <w:r w:rsidRPr="000112E0">
        <w:rPr>
          <w:b w:val="0"/>
          <w:color w:val="000000"/>
          <w:sz w:val="28"/>
          <w:szCs w:val="28"/>
        </w:rPr>
        <w:t xml:space="preserve">, уходит). </w:t>
      </w:r>
      <w:r w:rsidRPr="000112E0">
        <w:rPr>
          <w:b w:val="0"/>
          <w:i/>
          <w:color w:val="000000"/>
          <w:sz w:val="28"/>
          <w:szCs w:val="28"/>
        </w:rPr>
        <w:t>Музыка.(Полонез</w:t>
      </w:r>
      <w:r w:rsidRPr="000112E0">
        <w:rPr>
          <w:b w:val="0"/>
          <w:color w:val="000000"/>
          <w:sz w:val="28"/>
          <w:szCs w:val="28"/>
        </w:rPr>
        <w:t xml:space="preserve"> Огинского)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12E0">
        <w:rPr>
          <w:rStyle w:val="26"/>
          <w:sz w:val="28"/>
          <w:szCs w:val="28"/>
          <w:lang w:eastAsia="en-US"/>
        </w:rPr>
        <w:t>Ведущий 1</w:t>
      </w:r>
      <w:r w:rsidRPr="000112E0">
        <w:rPr>
          <w:rStyle w:val="26"/>
          <w:b w:val="0"/>
          <w:sz w:val="28"/>
          <w:szCs w:val="28"/>
          <w:lang w:eastAsia="en-US"/>
        </w:rPr>
        <w:t xml:space="preserve">: </w:t>
      </w:r>
      <w:r w:rsidRPr="000112E0">
        <w:rPr>
          <w:sz w:val="28"/>
          <w:szCs w:val="28"/>
        </w:rPr>
        <w:t xml:space="preserve">Приветствие А. С. Пушкина напомнило нам, что между лицеистами того времени и нами есть родство. Нас сближает доверие, искренность, понимание, дух романтизма, крепкая дружба, любовь к родине.  </w:t>
      </w:r>
    </w:p>
    <w:p w:rsidR="00D176D1" w:rsidRPr="000112E0" w:rsidRDefault="00D176D1" w:rsidP="00F37047">
      <w:pPr>
        <w:pStyle w:val="c9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176D1" w:rsidRPr="000112E0" w:rsidRDefault="00D176D1" w:rsidP="006E59F3">
      <w:pPr>
        <w:pStyle w:val="NormalWeb"/>
        <w:shd w:val="clear" w:color="auto" w:fill="FFFFFF"/>
        <w:spacing w:before="0" w:beforeAutospacing="0" w:after="122"/>
        <w:rPr>
          <w:color w:val="333333"/>
          <w:sz w:val="28"/>
          <w:szCs w:val="28"/>
        </w:rPr>
      </w:pPr>
      <w:r w:rsidRPr="000112E0">
        <w:rPr>
          <w:b/>
          <w:sz w:val="28"/>
          <w:szCs w:val="28"/>
        </w:rPr>
        <w:t xml:space="preserve">        Ведущий.2:</w:t>
      </w:r>
      <w:r w:rsidRPr="000112E0">
        <w:rPr>
          <w:sz w:val="28"/>
          <w:szCs w:val="28"/>
        </w:rPr>
        <w:t xml:space="preserve"> Шесть лет, проведённые в Царском Селе, стали для Пушкина и для всех лицеистов, годами нравственного воспитания, школой чести и уважения к человеческой личности, сострадания и веры в силу добра. Служить общему делу – стало жизненным убеждением лицеистов, а их девизом</w:t>
      </w:r>
      <w:r w:rsidRPr="000112E0">
        <w:rPr>
          <w:b/>
          <w:sz w:val="28"/>
          <w:szCs w:val="28"/>
        </w:rPr>
        <w:t xml:space="preserve"> </w:t>
      </w:r>
      <w:r w:rsidRPr="000112E0">
        <w:rPr>
          <w:sz w:val="28"/>
          <w:szCs w:val="28"/>
        </w:rPr>
        <w:t>стали слова</w:t>
      </w:r>
      <w:r w:rsidRPr="000112E0">
        <w:rPr>
          <w:b/>
          <w:sz w:val="28"/>
          <w:szCs w:val="28"/>
        </w:rPr>
        <w:t xml:space="preserve">: «Для общей пользы!»                                                                                          </w:t>
      </w:r>
      <w:r w:rsidRPr="000112E0">
        <w:rPr>
          <w:b/>
          <w:bCs/>
          <w:color w:val="333333"/>
          <w:sz w:val="28"/>
          <w:szCs w:val="28"/>
        </w:rPr>
        <w:t xml:space="preserve">                                                      </w:t>
      </w:r>
      <w:r w:rsidRPr="000112E0">
        <w:rPr>
          <w:bCs/>
          <w:color w:val="333333"/>
          <w:sz w:val="28"/>
          <w:szCs w:val="28"/>
        </w:rPr>
        <w:t xml:space="preserve"> </w:t>
      </w:r>
      <w:r w:rsidRPr="000112E0">
        <w:rPr>
          <w:b/>
          <w:bCs/>
          <w:color w:val="333333"/>
          <w:sz w:val="28"/>
          <w:szCs w:val="28"/>
        </w:rPr>
        <w:t>Ведущий1:</w:t>
      </w:r>
    </w:p>
    <w:p w:rsidR="00D176D1" w:rsidRPr="000112E0" w:rsidRDefault="00D176D1" w:rsidP="006E59F3">
      <w:pPr>
        <w:widowControl/>
        <w:shd w:val="clear" w:color="auto" w:fill="FFFFFF"/>
        <w:spacing w:after="122"/>
        <w:rPr>
          <w:rFonts w:ascii="Times New Roman" w:hAnsi="Times New Roman" w:cs="Times New Roman"/>
          <w:color w:val="333333"/>
          <w:sz w:val="28"/>
          <w:szCs w:val="28"/>
        </w:rPr>
      </w:pPr>
      <w:r w:rsidRPr="000112E0">
        <w:rPr>
          <w:rFonts w:ascii="Times New Roman" w:hAnsi="Times New Roman" w:cs="Times New Roman"/>
          <w:color w:val="333333"/>
          <w:sz w:val="28"/>
          <w:szCs w:val="28"/>
        </w:rPr>
        <w:t>Выпускники Лицея прославили не только свое имя, но и Лицей и Россию.                                      (Выходят мальчики. Они играют роль выпускников лицея, каждый держит зажженную свечку, выходит и рассказывает про себя, после своего рассказа свечку тушит, уходит, становится к стене.)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sz w:val="28"/>
          <w:szCs w:val="28"/>
        </w:rPr>
        <w:t>(Слайд 6</w:t>
      </w:r>
      <w:r w:rsidRPr="000112E0">
        <w:rPr>
          <w:rFonts w:ascii="Times New Roman" w:hAnsi="Times New Roman" w:cs="Times New Roman"/>
          <w:sz w:val="28"/>
          <w:szCs w:val="28"/>
        </w:rPr>
        <w:t>) -Вольховский Владимир.   Первый ученик. Окончил лицей с золотой медалью.– член тайного общества декабристов.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(Слайд 7 )- </w:t>
      </w:r>
      <w:r w:rsidRPr="000112E0">
        <w:rPr>
          <w:rFonts w:ascii="Times New Roman" w:hAnsi="Times New Roman" w:cs="Times New Roman"/>
          <w:sz w:val="28"/>
          <w:szCs w:val="28"/>
        </w:rPr>
        <w:t>Горчаков Александр. Прозвище Франт.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sz w:val="28"/>
          <w:szCs w:val="28"/>
        </w:rPr>
        <w:t>Лицейская дружба много значила для меня. Закончив лицей с золотой медалью, я отказался от неё в пользу не имевшего средств и связей Вольховского. Рискуя всем, летом 1825 г.  встретился с опальным Пушкиным</w:t>
      </w:r>
    </w:p>
    <w:p w:rsidR="00D176D1" w:rsidRPr="000112E0" w:rsidRDefault="00D176D1" w:rsidP="005E2D34">
      <w:pPr>
        <w:spacing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25 лет бессменно я находился на посту Министра иностранных дел России. От предшественника, мне досталось непростое наслед</w:t>
      </w:r>
      <w:r>
        <w:rPr>
          <w:rFonts w:ascii="Times New Roman" w:hAnsi="Times New Roman" w:cs="Times New Roman"/>
          <w:sz w:val="28"/>
          <w:szCs w:val="28"/>
        </w:rPr>
        <w:t xml:space="preserve">ство: </w:t>
      </w:r>
      <w:r w:rsidRPr="000112E0">
        <w:rPr>
          <w:rFonts w:ascii="Times New Roman" w:hAnsi="Times New Roman" w:cs="Times New Roman"/>
          <w:sz w:val="28"/>
          <w:szCs w:val="28"/>
        </w:rPr>
        <w:t>Парижский мирный договор поставил Россию в положение изгоя. России было запрещено держать флот и восстанавливать Севастополь как черноморский порт и крепость. Нужно было разрушить антирусскую коалицию, прежде всего англо-французскую».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 xml:space="preserve"> Вторая Крымская война предотвращена. Россия на равных участвует в решении европейских дел, к ней прислушиваются все державы.</w:t>
      </w:r>
    </w:p>
    <w:p w:rsidR="00D176D1" w:rsidRPr="000112E0" w:rsidRDefault="00D176D1" w:rsidP="001E6A69">
      <w:pPr>
        <w:spacing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8</w:t>
      </w:r>
      <w:r w:rsidRPr="000112E0">
        <w:rPr>
          <w:rFonts w:ascii="Times New Roman" w:hAnsi="Times New Roman" w:cs="Times New Roman"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0112E0">
        <w:rPr>
          <w:rFonts w:ascii="Times New Roman" w:hAnsi="Times New Roman" w:cs="Times New Roman"/>
          <w:sz w:val="28"/>
          <w:szCs w:val="28"/>
        </w:rPr>
        <w:t xml:space="preserve">Дельвиг Антон.  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sz w:val="28"/>
          <w:szCs w:val="28"/>
        </w:rPr>
        <w:t>Близкий друг Пушкина. Редактор «Литературной газеты», создатель знаменитого альм</w:t>
      </w:r>
      <w:r>
        <w:rPr>
          <w:rFonts w:ascii="Times New Roman" w:hAnsi="Times New Roman" w:cs="Times New Roman"/>
          <w:sz w:val="28"/>
          <w:szCs w:val="28"/>
        </w:rPr>
        <w:t>анаха «Северные цветы».</w:t>
      </w:r>
      <w:r w:rsidRPr="000112E0">
        <w:rPr>
          <w:rFonts w:ascii="Times New Roman" w:hAnsi="Times New Roman" w:cs="Times New Roman"/>
          <w:bCs/>
          <w:sz w:val="28"/>
          <w:szCs w:val="28"/>
        </w:rPr>
        <w:t>Я</w:t>
      </w:r>
      <w:r w:rsidRPr="000112E0">
        <w:rPr>
          <w:rFonts w:ascii="Times New Roman" w:hAnsi="Times New Roman" w:cs="Times New Roman"/>
          <w:sz w:val="28"/>
          <w:szCs w:val="28"/>
        </w:rPr>
        <w:t xml:space="preserve"> не любил шумные игры, возню.  Однажды не выучил урок, спрятался под кафедрой и там заснул.  Все свои мысли и чувства я посвятил литературе. Я и Пушкина вывел на профессиональную дорогу, тайком от друга послав его стихи в 1815 году в журнал. Мы вместе создавали лицейские рукописные журналы, и я предсказывал ему:</w:t>
      </w:r>
    </w:p>
    <w:p w:rsidR="00D176D1" w:rsidRPr="000112E0" w:rsidRDefault="00D176D1" w:rsidP="005E2D34">
      <w:pPr>
        <w:spacing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«Пушкин! Он и в лесах не укроется,</w:t>
      </w:r>
      <w:r w:rsidRPr="000112E0">
        <w:rPr>
          <w:rFonts w:ascii="Times New Roman" w:hAnsi="Times New Roman" w:cs="Times New Roman"/>
          <w:sz w:val="28"/>
          <w:szCs w:val="28"/>
        </w:rPr>
        <w:br/>
        <w:t>Лира выдаст его громким пением».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Большое счастье для меня, что многие мои стихи, словно потеряв автора, стали народными – были положены на музыку, пелись в разных концах России.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bCs/>
          <w:sz w:val="28"/>
          <w:szCs w:val="28"/>
        </w:rPr>
        <w:t>(Слайд 9) -</w:t>
      </w:r>
      <w:r w:rsidRPr="000112E0">
        <w:rPr>
          <w:rFonts w:ascii="Times New Roman" w:hAnsi="Times New Roman" w:cs="Times New Roman"/>
          <w:sz w:val="28"/>
          <w:szCs w:val="28"/>
        </w:rPr>
        <w:t>Корсаков Николай. Я был Редактором лицейских журналов, музыкант .Был  веселым и милым другом. Умер от чахотки во Флоренции, написав себе эпитафию:</w:t>
      </w:r>
    </w:p>
    <w:p w:rsidR="00D176D1" w:rsidRPr="000112E0" w:rsidRDefault="00D176D1" w:rsidP="005E2D34">
      <w:pPr>
        <w:spacing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Прохожий! Поспеши к стране родной своей.</w:t>
      </w:r>
      <w:r w:rsidRPr="000112E0">
        <w:rPr>
          <w:rFonts w:ascii="Times New Roman" w:hAnsi="Times New Roman" w:cs="Times New Roman"/>
          <w:sz w:val="28"/>
          <w:szCs w:val="28"/>
        </w:rPr>
        <w:br/>
        <w:t>Ах! Грустно умирать далеко от друзей.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(Слайд 10) - </w:t>
      </w:r>
      <w:r w:rsidRPr="000112E0">
        <w:rPr>
          <w:rFonts w:ascii="Times New Roman" w:hAnsi="Times New Roman" w:cs="Times New Roman"/>
          <w:sz w:val="28"/>
          <w:szCs w:val="28"/>
        </w:rPr>
        <w:t>Кюхельбекер Вильгельм Карлович.. 14 лет. Прозвище Кюхля. Мы с Пушкиным были очень дружны. Он писал обо мне много и по-разному: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За ужином объелся я,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А Яков запер дверь оплошно – </w:t>
      </w:r>
      <w:r w:rsidRPr="000112E0">
        <w:rPr>
          <w:rFonts w:ascii="Times New Roman" w:hAnsi="Times New Roman" w:cs="Times New Roman"/>
          <w:sz w:val="28"/>
          <w:szCs w:val="28"/>
        </w:rPr>
        <w:br/>
        <w:t>И стало мне, мои друзья,</w:t>
      </w:r>
      <w:r w:rsidRPr="000112E0">
        <w:rPr>
          <w:rFonts w:ascii="Times New Roman" w:hAnsi="Times New Roman" w:cs="Times New Roman"/>
          <w:sz w:val="28"/>
          <w:szCs w:val="28"/>
        </w:rPr>
        <w:br/>
        <w:t>И кюхельбекерно и тошно.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  <w:t xml:space="preserve">                      Член общества декабристов. Осужден. Приговорен к вечной ссылке.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 xml:space="preserve">  Из ссылки  я не вернулся.</w:t>
      </w:r>
    </w:p>
    <w:p w:rsidR="00D176D1" w:rsidRPr="000112E0" w:rsidRDefault="00D176D1" w:rsidP="005E2D3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sz w:val="28"/>
          <w:szCs w:val="28"/>
          <w:u w:val="single"/>
        </w:rPr>
        <w:t>( Слайд 11</w:t>
      </w:r>
      <w:r w:rsidRPr="000112E0">
        <w:rPr>
          <w:rFonts w:ascii="Times New Roman" w:hAnsi="Times New Roman" w:cs="Times New Roman"/>
          <w:sz w:val="28"/>
          <w:szCs w:val="28"/>
        </w:rPr>
        <w:t>)-.Малиновский Иван.  Прозвище Казак.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sz w:val="28"/>
          <w:szCs w:val="28"/>
        </w:rPr>
        <w:t>Сын директора Лицея. Я знал много пословиц и поговорок, за что один из надзирателей называл меня Санчо Панса.Был добрым, достойным человеком. Отказался от блистательной генеральской карьеры и никогда об этом не жалел. Стал помещиком, предводителем дворянства.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(Слайд 12) -</w:t>
      </w:r>
      <w:r w:rsidRPr="000112E0">
        <w:rPr>
          <w:rFonts w:ascii="Times New Roman" w:hAnsi="Times New Roman" w:cs="Times New Roman"/>
          <w:sz w:val="28"/>
          <w:szCs w:val="28"/>
        </w:rPr>
        <w:t xml:space="preserve">Пущин Иван.  Прозвища: Большой Жано, Иван Великий. </w:t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 xml:space="preserve">Кажется, я был не из застенчивого десятка, но тут как-то потерялся – глядел на всех и никого не видел. Запомнил только одного мальчика – живого, курчавого, быстроглазого, тоже несколько сконфуженного – Александра Пушкина. По сходству фамилий (он – Пушкин, я - Пущин), потому что наши спальни оказались рядом (моя №13, его №14), мне захотелось с ним особенно сойтись. 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Это  обо мне Пушкин позже напишет: 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  <w:t xml:space="preserve">              Мой первый друг, мой друг бесценный!</w:t>
      </w:r>
      <w:r w:rsidRPr="000112E0">
        <w:rPr>
          <w:rFonts w:ascii="Times New Roman" w:hAnsi="Times New Roman" w:cs="Times New Roman"/>
          <w:sz w:val="28"/>
          <w:szCs w:val="28"/>
        </w:rPr>
        <w:br/>
        <w:t>И я судьбу благословил,</w:t>
      </w:r>
      <w:r w:rsidRPr="000112E0">
        <w:rPr>
          <w:rFonts w:ascii="Times New Roman" w:hAnsi="Times New Roman" w:cs="Times New Roman"/>
          <w:sz w:val="28"/>
          <w:szCs w:val="28"/>
        </w:rPr>
        <w:br/>
        <w:t>Когда мой двор уединенный,</w:t>
      </w:r>
      <w:r w:rsidRPr="000112E0">
        <w:rPr>
          <w:rFonts w:ascii="Times New Roman" w:hAnsi="Times New Roman" w:cs="Times New Roman"/>
          <w:sz w:val="28"/>
          <w:szCs w:val="28"/>
        </w:rPr>
        <w:br/>
        <w:t>Печальным снегом занесенный</w:t>
      </w:r>
      <w:r w:rsidRPr="000112E0">
        <w:rPr>
          <w:rFonts w:ascii="Times New Roman" w:hAnsi="Times New Roman" w:cs="Times New Roman"/>
          <w:sz w:val="28"/>
          <w:szCs w:val="28"/>
        </w:rPr>
        <w:br/>
        <w:t>Твой колокольчик огласил…                                                                                                                                    14 декабря был на Сенатской площади. Осужден. Приговорен к 31 году тюрьмы и ссылки.</w:t>
      </w:r>
    </w:p>
    <w:p w:rsidR="00D176D1" w:rsidRPr="000112E0" w:rsidRDefault="00D176D1" w:rsidP="001348B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bCs/>
          <w:sz w:val="28"/>
          <w:szCs w:val="28"/>
        </w:rPr>
        <w:t>(Слайд 13) -</w:t>
      </w:r>
      <w:r w:rsidRPr="000112E0">
        <w:rPr>
          <w:rFonts w:ascii="Times New Roman" w:hAnsi="Times New Roman" w:cs="Times New Roman"/>
          <w:sz w:val="28"/>
          <w:szCs w:val="28"/>
        </w:rPr>
        <w:t>Пушкин Александр. Великий русский  поэт.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176D1" w:rsidRPr="000112E0" w:rsidRDefault="00D176D1" w:rsidP="005E2D34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b/>
          <w:bCs/>
          <w:i/>
          <w:iCs/>
          <w:color w:val="000000"/>
          <w:sz w:val="28"/>
          <w:szCs w:val="28"/>
          <w:u w:val="single"/>
        </w:rPr>
        <w:t>Чтец 2-й</w:t>
      </w:r>
      <w:r w:rsidRPr="000112E0">
        <w:rPr>
          <w:bCs/>
          <w:i/>
          <w:iCs/>
          <w:color w:val="000000"/>
          <w:sz w:val="28"/>
          <w:szCs w:val="28"/>
        </w:rPr>
        <w:t>:</w:t>
      </w:r>
      <w:r w:rsidRPr="000112E0">
        <w:rPr>
          <w:color w:val="000000"/>
          <w:sz w:val="28"/>
          <w:szCs w:val="28"/>
        </w:rPr>
        <w:t>                                                                                                 Промчались годы заточенья;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Недолго, мирные друзья,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Нам видеть круг уединенья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И царскосельские поля.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Разлука ждёт нас у порога,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Зовёт нас дальний света шум,</w:t>
      </w:r>
    </w:p>
    <w:p w:rsidR="00D176D1" w:rsidRPr="000112E0" w:rsidRDefault="00D176D1" w:rsidP="00B16A41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color w:val="000000"/>
          <w:sz w:val="28"/>
          <w:szCs w:val="28"/>
        </w:rPr>
        <w:t>И каждый смотрит на дорогу,</w:t>
      </w:r>
    </w:p>
    <w:p w:rsidR="00D176D1" w:rsidRPr="000112E0" w:rsidRDefault="00D176D1" w:rsidP="0089189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sz w:val="28"/>
          <w:szCs w:val="28"/>
        </w:rPr>
        <w:t>С волненьем гордых, юных дум</w:t>
      </w:r>
      <w:r w:rsidRPr="000112E0">
        <w:rPr>
          <w:rFonts w:ascii="Times New Roman" w:hAnsi="Times New Roman" w:cs="Times New Roman"/>
          <w:b/>
          <w:sz w:val="28"/>
          <w:szCs w:val="28"/>
        </w:rPr>
        <w:t xml:space="preserve">. .                                                                                   Ведущий1 </w:t>
      </w:r>
      <w:r w:rsidRPr="000112E0">
        <w:rPr>
          <w:rFonts w:ascii="Times New Roman" w:hAnsi="Times New Roman" w:cs="Times New Roman"/>
          <w:sz w:val="28"/>
          <w:szCs w:val="28"/>
        </w:rPr>
        <w:t xml:space="preserve">: Каждый год бывшие лицеисты собирались вместе, чтобы вспомнить молодые годы, поговорить о настоящем . Впоследствии А.С.Пушкиным было написано множество стихов, посвященных этой  дате. </w:t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</w:r>
      <w:r w:rsidRPr="000112E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Я думаю, что самым знаменитым из них по праву можно считать стихотворение 19 ноября:</w:t>
      </w:r>
    </w:p>
    <w:p w:rsidR="00D176D1" w:rsidRPr="000112E0" w:rsidRDefault="00D176D1" w:rsidP="00891897">
      <w:pPr>
        <w:spacing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0112E0">
        <w:rPr>
          <w:rFonts w:ascii="Times New Roman" w:hAnsi="Times New Roman" w:cs="Times New Roman"/>
          <w:b/>
          <w:sz w:val="28"/>
          <w:szCs w:val="28"/>
          <w:u w:val="single"/>
        </w:rPr>
        <w:t xml:space="preserve">Чтец 3-й                                                                                                                                                                  </w:t>
      </w:r>
      <w:r w:rsidRPr="000112E0">
        <w:rPr>
          <w:rFonts w:ascii="Times New Roman" w:hAnsi="Times New Roman" w:cs="Times New Roman"/>
          <w:sz w:val="28"/>
          <w:szCs w:val="28"/>
        </w:rPr>
        <w:t xml:space="preserve">Пора и мне... пируйте, о друзья!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Предчувствую отрадное свиданье;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Запомните ж поэта предсказанье: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Промчится год, и с вами снова я,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Исполнится завет моих мечтаний;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Промчится год, и я явлюся к вам!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О сколько слез и сколько восклицаний, </w:t>
      </w:r>
      <w:r w:rsidRPr="000112E0">
        <w:rPr>
          <w:rFonts w:ascii="Times New Roman" w:hAnsi="Times New Roman" w:cs="Times New Roman"/>
          <w:sz w:val="28"/>
          <w:szCs w:val="28"/>
        </w:rPr>
        <w:br/>
        <w:t xml:space="preserve">И сколько чаш, подъятых к небесам! </w:t>
      </w:r>
    </w:p>
    <w:p w:rsidR="00D176D1" w:rsidRPr="000112E0" w:rsidRDefault="00D176D1" w:rsidP="00891897">
      <w:pPr>
        <w:pStyle w:val="NormalWeb"/>
        <w:spacing w:before="0" w:beforeAutospacing="0" w:after="167"/>
        <w:rPr>
          <w:color w:val="000000"/>
          <w:sz w:val="28"/>
          <w:szCs w:val="28"/>
        </w:rPr>
      </w:pPr>
      <w:r w:rsidRPr="000112E0">
        <w:rPr>
          <w:sz w:val="28"/>
          <w:szCs w:val="28"/>
        </w:rPr>
        <w:t xml:space="preserve">И первую полней, друзья, полней! </w:t>
      </w:r>
      <w:r w:rsidRPr="000112E0">
        <w:rPr>
          <w:sz w:val="28"/>
          <w:szCs w:val="28"/>
        </w:rPr>
        <w:br/>
        <w:t xml:space="preserve">И всю до дна в честь нашего союза! </w:t>
      </w:r>
      <w:r w:rsidRPr="000112E0">
        <w:rPr>
          <w:sz w:val="28"/>
          <w:szCs w:val="28"/>
        </w:rPr>
        <w:br/>
        <w:t xml:space="preserve">Благослови, ликующая муза, </w:t>
      </w:r>
      <w:r w:rsidRPr="000112E0">
        <w:rPr>
          <w:sz w:val="28"/>
          <w:szCs w:val="28"/>
        </w:rPr>
        <w:br/>
        <w:t xml:space="preserve">Благослови: да здравствует Лицей! </w:t>
      </w:r>
      <w:r w:rsidRPr="000112E0">
        <w:rPr>
          <w:sz w:val="28"/>
          <w:szCs w:val="28"/>
        </w:rPr>
        <w:br/>
      </w:r>
      <w:r w:rsidRPr="000112E0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0112E0">
        <w:rPr>
          <w:b/>
          <w:color w:val="000000"/>
          <w:sz w:val="28"/>
          <w:szCs w:val="28"/>
        </w:rPr>
        <w:t>Ведущий 2</w:t>
      </w:r>
      <w:r w:rsidRPr="000112E0">
        <w:rPr>
          <w:color w:val="000000"/>
          <w:sz w:val="28"/>
          <w:szCs w:val="28"/>
        </w:rPr>
        <w:t xml:space="preserve">:Всю оставшуюся жизнь поэт ценил дружбу превыше всего, бережно храня в сердце тех, кто озарил его силой лицейского братства.                                                                                            ( Танец под  </w:t>
      </w:r>
      <w:r w:rsidRPr="000112E0">
        <w:rPr>
          <w:i/>
          <w:color w:val="000000"/>
          <w:sz w:val="28"/>
          <w:szCs w:val="28"/>
        </w:rPr>
        <w:t>песню: «Лицейское братство»</w:t>
      </w:r>
      <w:r w:rsidRPr="000112E0">
        <w:rPr>
          <w:color w:val="000000"/>
          <w:sz w:val="28"/>
          <w:szCs w:val="28"/>
        </w:rPr>
        <w:t xml:space="preserve">. </w:t>
      </w:r>
      <w:r w:rsidRPr="000112E0">
        <w:rPr>
          <w:i/>
          <w:color w:val="000000"/>
          <w:sz w:val="28"/>
          <w:szCs w:val="28"/>
        </w:rPr>
        <w:t>Группа «Лицеисты</w:t>
      </w:r>
      <w:r w:rsidRPr="000112E0">
        <w:rPr>
          <w:color w:val="000000"/>
          <w:sz w:val="28"/>
          <w:szCs w:val="28"/>
        </w:rPr>
        <w:t xml:space="preserve">». )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</w:t>
      </w:r>
      <w:r w:rsidRPr="000112E0">
        <w:rPr>
          <w:color w:val="000000"/>
          <w:sz w:val="28"/>
          <w:szCs w:val="28"/>
        </w:rPr>
        <w:t xml:space="preserve">В танце участвуют ,по возможности, все выступающие,                                                        </w:t>
      </w:r>
      <w:r w:rsidRPr="000112E0">
        <w:rPr>
          <w:b/>
          <w:color w:val="000000"/>
          <w:sz w:val="28"/>
          <w:szCs w:val="28"/>
        </w:rPr>
        <w:t>Учитель</w:t>
      </w:r>
      <w:r w:rsidRPr="000112E0">
        <w:rPr>
          <w:color w:val="000000"/>
          <w:sz w:val="28"/>
          <w:szCs w:val="28"/>
        </w:rPr>
        <w:t xml:space="preserve">: </w:t>
      </w:r>
      <w:r w:rsidRPr="000112E0">
        <w:rPr>
          <w:bCs/>
          <w:i/>
          <w:iCs/>
          <w:color w:val="000000"/>
          <w:sz w:val="28"/>
          <w:szCs w:val="28"/>
        </w:rPr>
        <w:t>ПУСТЬ ИДЕАЛЫ ПУШКИНА СТАНУТ БЛИЗКИ ВАМ, А ШКОЛЬНУЮ ДРУЖБУ ВЫ ПРОНЕСЁТЕ ЧЕРЕЗ ВСЮ  Жизнь.                               Музыка. (Полонез Огинского). Все   выступающие   выходят, делают общий поклон.</w:t>
      </w:r>
    </w:p>
    <w:p w:rsidR="00D176D1" w:rsidRPr="000112E0" w:rsidRDefault="00D176D1" w:rsidP="00B43EED">
      <w:pPr>
        <w:pStyle w:val="261"/>
        <w:shd w:val="clear" w:color="auto" w:fill="auto"/>
        <w:spacing w:before="240" w:after="0" w:line="276" w:lineRule="auto"/>
        <w:ind w:firstLine="0"/>
        <w:rPr>
          <w:sz w:val="28"/>
          <w:szCs w:val="28"/>
        </w:rPr>
      </w:pPr>
    </w:p>
    <w:sectPr w:rsidR="00D176D1" w:rsidRPr="000112E0" w:rsidSect="000112E0">
      <w:pgSz w:w="11906" w:h="16838"/>
      <w:pgMar w:top="567" w:right="850" w:bottom="28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841"/>
    <w:multiLevelType w:val="multilevel"/>
    <w:tmpl w:val="C9E4D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BD09A0"/>
    <w:multiLevelType w:val="multilevel"/>
    <w:tmpl w:val="F074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9D099D"/>
    <w:multiLevelType w:val="multilevel"/>
    <w:tmpl w:val="D5B6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14017"/>
    <w:multiLevelType w:val="multilevel"/>
    <w:tmpl w:val="EB9C7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FB651E4"/>
    <w:multiLevelType w:val="multilevel"/>
    <w:tmpl w:val="AE68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917F03"/>
    <w:multiLevelType w:val="multilevel"/>
    <w:tmpl w:val="3D28B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75E5128D"/>
    <w:multiLevelType w:val="multilevel"/>
    <w:tmpl w:val="EA541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5831A8"/>
    <w:multiLevelType w:val="multilevel"/>
    <w:tmpl w:val="4866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DB9"/>
    <w:rsid w:val="000112E0"/>
    <w:rsid w:val="00021FF4"/>
    <w:rsid w:val="0003199E"/>
    <w:rsid w:val="0006210A"/>
    <w:rsid w:val="0006306A"/>
    <w:rsid w:val="0007357F"/>
    <w:rsid w:val="000D68D2"/>
    <w:rsid w:val="000F3765"/>
    <w:rsid w:val="000F7B02"/>
    <w:rsid w:val="00102097"/>
    <w:rsid w:val="00112103"/>
    <w:rsid w:val="00117DB9"/>
    <w:rsid w:val="001339AF"/>
    <w:rsid w:val="001348B5"/>
    <w:rsid w:val="001466AC"/>
    <w:rsid w:val="001C4318"/>
    <w:rsid w:val="001D1E87"/>
    <w:rsid w:val="001D7083"/>
    <w:rsid w:val="001E492F"/>
    <w:rsid w:val="001E6A69"/>
    <w:rsid w:val="002132CC"/>
    <w:rsid w:val="00216A88"/>
    <w:rsid w:val="002173B5"/>
    <w:rsid w:val="0024190B"/>
    <w:rsid w:val="002775A4"/>
    <w:rsid w:val="00277DA4"/>
    <w:rsid w:val="00280F95"/>
    <w:rsid w:val="002D2A02"/>
    <w:rsid w:val="002D2F05"/>
    <w:rsid w:val="00310FFC"/>
    <w:rsid w:val="00322F66"/>
    <w:rsid w:val="00324BE2"/>
    <w:rsid w:val="00365305"/>
    <w:rsid w:val="00366BF6"/>
    <w:rsid w:val="00392091"/>
    <w:rsid w:val="003D39CF"/>
    <w:rsid w:val="003E1104"/>
    <w:rsid w:val="003E3103"/>
    <w:rsid w:val="003E566D"/>
    <w:rsid w:val="003E75FA"/>
    <w:rsid w:val="003F6A45"/>
    <w:rsid w:val="0042127A"/>
    <w:rsid w:val="00443DFA"/>
    <w:rsid w:val="00461742"/>
    <w:rsid w:val="0047563D"/>
    <w:rsid w:val="00496608"/>
    <w:rsid w:val="00523B29"/>
    <w:rsid w:val="00583AF6"/>
    <w:rsid w:val="005861C7"/>
    <w:rsid w:val="00590395"/>
    <w:rsid w:val="005B06B6"/>
    <w:rsid w:val="005D5D3B"/>
    <w:rsid w:val="005E2D34"/>
    <w:rsid w:val="00602EAE"/>
    <w:rsid w:val="00643B06"/>
    <w:rsid w:val="006A1AFC"/>
    <w:rsid w:val="006B06CF"/>
    <w:rsid w:val="006C50DE"/>
    <w:rsid w:val="006E59F3"/>
    <w:rsid w:val="007015D3"/>
    <w:rsid w:val="00724518"/>
    <w:rsid w:val="007529CF"/>
    <w:rsid w:val="00754D85"/>
    <w:rsid w:val="00765FBB"/>
    <w:rsid w:val="007B2187"/>
    <w:rsid w:val="007B4032"/>
    <w:rsid w:val="007C08C2"/>
    <w:rsid w:val="007F1861"/>
    <w:rsid w:val="00805AA8"/>
    <w:rsid w:val="0082068C"/>
    <w:rsid w:val="008216B4"/>
    <w:rsid w:val="00832F22"/>
    <w:rsid w:val="008558BB"/>
    <w:rsid w:val="008615DC"/>
    <w:rsid w:val="00881A4F"/>
    <w:rsid w:val="00891897"/>
    <w:rsid w:val="008A7EE4"/>
    <w:rsid w:val="008B2219"/>
    <w:rsid w:val="008C2135"/>
    <w:rsid w:val="008E4EF5"/>
    <w:rsid w:val="008F2304"/>
    <w:rsid w:val="00917712"/>
    <w:rsid w:val="009A7655"/>
    <w:rsid w:val="009B0E34"/>
    <w:rsid w:val="009B5D1A"/>
    <w:rsid w:val="009B6D00"/>
    <w:rsid w:val="009C781D"/>
    <w:rsid w:val="00A21B34"/>
    <w:rsid w:val="00A235DC"/>
    <w:rsid w:val="00A51B8F"/>
    <w:rsid w:val="00A86BAA"/>
    <w:rsid w:val="00AC5934"/>
    <w:rsid w:val="00B050A3"/>
    <w:rsid w:val="00B16A41"/>
    <w:rsid w:val="00B2162E"/>
    <w:rsid w:val="00B43EED"/>
    <w:rsid w:val="00B43F43"/>
    <w:rsid w:val="00B60D14"/>
    <w:rsid w:val="00B9071E"/>
    <w:rsid w:val="00BE036C"/>
    <w:rsid w:val="00C342FC"/>
    <w:rsid w:val="00C521D3"/>
    <w:rsid w:val="00C576C2"/>
    <w:rsid w:val="00C61D3A"/>
    <w:rsid w:val="00C64312"/>
    <w:rsid w:val="00C97885"/>
    <w:rsid w:val="00CF2888"/>
    <w:rsid w:val="00D0328F"/>
    <w:rsid w:val="00D0473C"/>
    <w:rsid w:val="00D05012"/>
    <w:rsid w:val="00D10FCF"/>
    <w:rsid w:val="00D176D1"/>
    <w:rsid w:val="00D950C6"/>
    <w:rsid w:val="00DB6F14"/>
    <w:rsid w:val="00DC0D5C"/>
    <w:rsid w:val="00DE386B"/>
    <w:rsid w:val="00DE424F"/>
    <w:rsid w:val="00DE78FF"/>
    <w:rsid w:val="00DF741D"/>
    <w:rsid w:val="00E165CF"/>
    <w:rsid w:val="00E32E06"/>
    <w:rsid w:val="00E45EA0"/>
    <w:rsid w:val="00E51852"/>
    <w:rsid w:val="00EA11CA"/>
    <w:rsid w:val="00EB469B"/>
    <w:rsid w:val="00EC2208"/>
    <w:rsid w:val="00EE2829"/>
    <w:rsid w:val="00EE4581"/>
    <w:rsid w:val="00F37047"/>
    <w:rsid w:val="00F40A95"/>
    <w:rsid w:val="00F6424D"/>
    <w:rsid w:val="00F80118"/>
    <w:rsid w:val="00F8235E"/>
    <w:rsid w:val="00F9740E"/>
    <w:rsid w:val="00FA7EC8"/>
    <w:rsid w:val="00FB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B9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5E2D3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663333"/>
      <w:kern w:val="36"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2D34"/>
    <w:rPr>
      <w:rFonts w:eastAsia="Times New Roman" w:cs="Times New Roman"/>
      <w:b/>
      <w:bCs/>
      <w:color w:val="663333"/>
      <w:kern w:val="36"/>
      <w:sz w:val="28"/>
      <w:szCs w:val="28"/>
      <w:u w:val="single"/>
      <w:lang w:val="ru-RU" w:eastAsia="ru-RU" w:bidi="ar-SA"/>
    </w:rPr>
  </w:style>
  <w:style w:type="character" w:customStyle="1" w:styleId="26">
    <w:name w:val="Основной текст (26) + Полужирный"/>
    <w:basedOn w:val="DefaultParagraphFont"/>
    <w:uiPriority w:val="99"/>
    <w:rsid w:val="00117DB9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60">
    <w:name w:val="Основной текст (26)_"/>
    <w:basedOn w:val="DefaultParagraphFont"/>
    <w:link w:val="261"/>
    <w:uiPriority w:val="99"/>
    <w:locked/>
    <w:rsid w:val="00117DB9"/>
    <w:rPr>
      <w:rFonts w:ascii="Times New Roman" w:hAnsi="Times New Roman" w:cs="Times New Roman"/>
      <w:shd w:val="clear" w:color="auto" w:fill="FFFFFF"/>
    </w:rPr>
  </w:style>
  <w:style w:type="paragraph" w:customStyle="1" w:styleId="261">
    <w:name w:val="Основной текст (26)"/>
    <w:basedOn w:val="Normal"/>
    <w:link w:val="260"/>
    <w:uiPriority w:val="99"/>
    <w:rsid w:val="00117DB9"/>
    <w:pPr>
      <w:shd w:val="clear" w:color="auto" w:fill="FFFFFF"/>
      <w:spacing w:after="540" w:line="259" w:lineRule="exact"/>
      <w:ind w:hanging="132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2610">
    <w:name w:val="Основной текст (26) + 10"/>
    <w:aliases w:val="5 pt"/>
    <w:basedOn w:val="260"/>
    <w:uiPriority w:val="99"/>
    <w:rsid w:val="00117DB9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B43EE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B43EED"/>
    <w:pPr>
      <w:shd w:val="clear" w:color="auto" w:fill="FFFFFF"/>
      <w:spacing w:after="240" w:line="313" w:lineRule="exact"/>
      <w:ind w:hanging="132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B43E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3EED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43EED"/>
    <w:pPr>
      <w:widowControl/>
      <w:spacing w:before="100" w:beforeAutospacing="1" w:after="225"/>
    </w:pPr>
    <w:rPr>
      <w:rFonts w:ascii="Times New Roman" w:eastAsia="Times New Roman" w:hAnsi="Times New Roman" w:cs="Times New Roman"/>
      <w:color w:val="auto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B43EED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Заголовок №5_"/>
    <w:basedOn w:val="DefaultParagraphFont"/>
    <w:link w:val="50"/>
    <w:uiPriority w:val="99"/>
    <w:locked/>
    <w:rsid w:val="00B43EED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90">
    <w:name w:val="Основной текст (9)"/>
    <w:basedOn w:val="Normal"/>
    <w:link w:val="9"/>
    <w:uiPriority w:val="99"/>
    <w:rsid w:val="00B43EED"/>
    <w:pPr>
      <w:shd w:val="clear" w:color="auto" w:fill="FFFFFF"/>
      <w:spacing w:before="480" w:line="367" w:lineRule="exact"/>
      <w:jc w:val="center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50">
    <w:name w:val="Заголовок №5"/>
    <w:basedOn w:val="Normal"/>
    <w:link w:val="5"/>
    <w:uiPriority w:val="99"/>
    <w:rsid w:val="00B43EED"/>
    <w:pPr>
      <w:shd w:val="clear" w:color="auto" w:fill="FFFFFF"/>
      <w:spacing w:after="480" w:line="240" w:lineRule="atLeast"/>
      <w:outlineLvl w:val="4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D10FCF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D10FCF"/>
    <w:pPr>
      <w:shd w:val="clear" w:color="auto" w:fill="FFFFFF"/>
      <w:spacing w:line="389" w:lineRule="exact"/>
      <w:jc w:val="both"/>
    </w:pPr>
    <w:rPr>
      <w:rFonts w:ascii="Calibri" w:hAnsi="Calibri" w:cs="Calibri"/>
      <w:color w:val="auto"/>
      <w:sz w:val="26"/>
      <w:szCs w:val="26"/>
      <w:lang w:eastAsia="en-US"/>
    </w:rPr>
  </w:style>
  <w:style w:type="character" w:customStyle="1" w:styleId="20">
    <w:name w:val="Основной текст (20)_"/>
    <w:basedOn w:val="DefaultParagraphFont"/>
    <w:link w:val="200"/>
    <w:uiPriority w:val="99"/>
    <w:locked/>
    <w:rsid w:val="00D10FCF"/>
    <w:rPr>
      <w:rFonts w:ascii="Times New Roman" w:hAnsi="Times New Roman" w:cs="Times New Roman"/>
      <w:spacing w:val="10"/>
      <w:sz w:val="29"/>
      <w:szCs w:val="29"/>
      <w:shd w:val="clear" w:color="auto" w:fill="FFFFFF"/>
    </w:rPr>
  </w:style>
  <w:style w:type="paragraph" w:customStyle="1" w:styleId="200">
    <w:name w:val="Основной текст (20)"/>
    <w:basedOn w:val="Normal"/>
    <w:link w:val="20"/>
    <w:uiPriority w:val="99"/>
    <w:rsid w:val="00D10FCF"/>
    <w:pPr>
      <w:shd w:val="clear" w:color="auto" w:fill="FFFFFF"/>
      <w:spacing w:before="480" w:line="371" w:lineRule="exact"/>
      <w:ind w:hanging="1660"/>
    </w:pPr>
    <w:rPr>
      <w:rFonts w:ascii="Times New Roman" w:eastAsia="Times New Roman" w:hAnsi="Times New Roman" w:cs="Times New Roman"/>
      <w:color w:val="auto"/>
      <w:spacing w:val="10"/>
      <w:sz w:val="29"/>
      <w:szCs w:val="29"/>
      <w:lang w:eastAsia="en-US"/>
    </w:rPr>
  </w:style>
  <w:style w:type="character" w:customStyle="1" w:styleId="14">
    <w:name w:val="Основной текст + 14"/>
    <w:aliases w:val="5 pt1"/>
    <w:basedOn w:val="a"/>
    <w:uiPriority w:val="99"/>
    <w:rsid w:val="00D10FCF"/>
    <w:rPr>
      <w:rFonts w:ascii="Times New Roman" w:hAnsi="Times New Roman" w:cs="Times New Roman"/>
      <w:color w:val="000000"/>
      <w:spacing w:val="10"/>
      <w:w w:val="100"/>
      <w:position w:val="0"/>
      <w:sz w:val="29"/>
      <w:szCs w:val="29"/>
      <w:u w:val="none"/>
      <w:lang w:val="ru-RU"/>
    </w:rPr>
  </w:style>
  <w:style w:type="paragraph" w:customStyle="1" w:styleId="c5">
    <w:name w:val="c5"/>
    <w:basedOn w:val="Normal"/>
    <w:uiPriority w:val="99"/>
    <w:rsid w:val="00765FB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7">
    <w:name w:val="c7"/>
    <w:basedOn w:val="DefaultParagraphFont"/>
    <w:uiPriority w:val="99"/>
    <w:rsid w:val="00765FB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05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0A3"/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ff1">
    <w:name w:val="ff1"/>
    <w:basedOn w:val="DefaultParagraphFont"/>
    <w:uiPriority w:val="99"/>
    <w:rsid w:val="002D2A02"/>
    <w:rPr>
      <w:rFonts w:cs="Times New Roman"/>
    </w:rPr>
  </w:style>
  <w:style w:type="character" w:customStyle="1" w:styleId="ff4">
    <w:name w:val="ff4"/>
    <w:basedOn w:val="DefaultParagraphFont"/>
    <w:uiPriority w:val="99"/>
    <w:rsid w:val="002D2A02"/>
    <w:rPr>
      <w:rFonts w:cs="Times New Roman"/>
    </w:rPr>
  </w:style>
  <w:style w:type="character" w:customStyle="1" w:styleId="8">
    <w:name w:val="_ _8"/>
    <w:basedOn w:val="DefaultParagraphFont"/>
    <w:uiPriority w:val="99"/>
    <w:rsid w:val="002D2A02"/>
    <w:rPr>
      <w:rFonts w:cs="Times New Roman"/>
    </w:rPr>
  </w:style>
  <w:style w:type="character" w:customStyle="1" w:styleId="d">
    <w:name w:val="_ _d"/>
    <w:basedOn w:val="DefaultParagraphFont"/>
    <w:uiPriority w:val="99"/>
    <w:rsid w:val="002D2A02"/>
    <w:rPr>
      <w:rFonts w:cs="Times New Roman"/>
    </w:rPr>
  </w:style>
  <w:style w:type="character" w:customStyle="1" w:styleId="7">
    <w:name w:val="_ _7"/>
    <w:basedOn w:val="DefaultParagraphFont"/>
    <w:uiPriority w:val="99"/>
    <w:rsid w:val="002D2A02"/>
    <w:rPr>
      <w:rFonts w:cs="Times New Roman"/>
    </w:rPr>
  </w:style>
  <w:style w:type="character" w:customStyle="1" w:styleId="ff5">
    <w:name w:val="ff5"/>
    <w:basedOn w:val="DefaultParagraphFont"/>
    <w:uiPriority w:val="99"/>
    <w:rsid w:val="002D2A02"/>
    <w:rPr>
      <w:rFonts w:cs="Times New Roman"/>
    </w:rPr>
  </w:style>
  <w:style w:type="character" w:customStyle="1" w:styleId="15">
    <w:name w:val="_ _15"/>
    <w:basedOn w:val="DefaultParagraphFont"/>
    <w:uiPriority w:val="99"/>
    <w:rsid w:val="002D2A02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8918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91897"/>
    <w:rPr>
      <w:rFonts w:ascii="Courier New" w:hAnsi="Courier New" w:cs="Courier New"/>
      <w:lang w:val="ru-RU" w:eastAsia="ru-RU" w:bidi="ar-SA"/>
    </w:rPr>
  </w:style>
  <w:style w:type="character" w:styleId="Strong">
    <w:name w:val="Strong"/>
    <w:basedOn w:val="DefaultParagraphFont"/>
    <w:uiPriority w:val="99"/>
    <w:qFormat/>
    <w:locked/>
    <w:rsid w:val="006E59F3"/>
    <w:rPr>
      <w:rFonts w:cs="Times New Roman"/>
      <w:b/>
      <w:bCs/>
    </w:rPr>
  </w:style>
  <w:style w:type="paragraph" w:customStyle="1" w:styleId="c9c16">
    <w:name w:val="c9 c16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">
    <w:name w:val="c1"/>
    <w:basedOn w:val="DefaultParagraphFont"/>
    <w:uiPriority w:val="99"/>
    <w:rsid w:val="00F37047"/>
    <w:rPr>
      <w:rFonts w:cs="Times New Roman"/>
    </w:rPr>
  </w:style>
  <w:style w:type="character" w:customStyle="1" w:styleId="c1c3">
    <w:name w:val="c1 c3"/>
    <w:basedOn w:val="DefaultParagraphFont"/>
    <w:uiPriority w:val="99"/>
    <w:rsid w:val="00F37047"/>
    <w:rPr>
      <w:rFonts w:cs="Times New Roman"/>
    </w:rPr>
  </w:style>
  <w:style w:type="paragraph" w:customStyle="1" w:styleId="c9c13">
    <w:name w:val="c9 c13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c3">
    <w:name w:val="c15 c3"/>
    <w:basedOn w:val="DefaultParagraphFont"/>
    <w:uiPriority w:val="99"/>
    <w:rsid w:val="00F37047"/>
    <w:rPr>
      <w:rFonts w:cs="Times New Roman"/>
    </w:rPr>
  </w:style>
  <w:style w:type="paragraph" w:customStyle="1" w:styleId="c9c25c16">
    <w:name w:val="c9 c25 c16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9c16c59">
    <w:name w:val="c9 c16 c59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9c16c52">
    <w:name w:val="c9 c16 c52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9c16c72">
    <w:name w:val="c9 c16 c72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9c16c60">
    <w:name w:val="c9 c16 c60"/>
    <w:basedOn w:val="Normal"/>
    <w:uiPriority w:val="99"/>
    <w:rsid w:val="00F3704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c24c3">
    <w:name w:val="c1 c24 c3"/>
    <w:basedOn w:val="DefaultParagraphFont"/>
    <w:uiPriority w:val="99"/>
    <w:rsid w:val="00F37047"/>
    <w:rPr>
      <w:rFonts w:cs="Times New Roman"/>
    </w:rPr>
  </w:style>
  <w:style w:type="character" w:customStyle="1" w:styleId="c1c3c24">
    <w:name w:val="c1 c3 c24"/>
    <w:basedOn w:val="DefaultParagraphFont"/>
    <w:uiPriority w:val="99"/>
    <w:rsid w:val="00F37047"/>
    <w:rPr>
      <w:rFonts w:cs="Times New Roman"/>
    </w:rPr>
  </w:style>
  <w:style w:type="character" w:customStyle="1" w:styleId="c15">
    <w:name w:val="c15"/>
    <w:basedOn w:val="DefaultParagraphFont"/>
    <w:uiPriority w:val="99"/>
    <w:rsid w:val="00443D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79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9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9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646</TotalTime>
  <Pages>8</Pages>
  <Words>2563</Words>
  <Characters>14612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1</cp:lastModifiedBy>
  <cp:revision>27</cp:revision>
  <cp:lastPrinted>2018-10-16T16:54:00Z</cp:lastPrinted>
  <dcterms:created xsi:type="dcterms:W3CDTF">2015-10-06T16:43:00Z</dcterms:created>
  <dcterms:modified xsi:type="dcterms:W3CDTF">2021-09-11T19:47:00Z</dcterms:modified>
</cp:coreProperties>
</file>